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790D19">
      <w:pPr>
        <w:jc w:val="right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790D19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СОВЕТА ДЕПУТАТОВ </w:t>
      </w:r>
    </w:p>
    <w:p w:rsidR="00300FDC" w:rsidRPr="00300FDC" w:rsidRDefault="004631B2" w:rsidP="00300FDC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СУЗУНСКОГО</w:t>
      </w:r>
      <w:r w:rsidR="00300FDC"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790D19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790D19" w:rsidP="00790D19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     (</w:t>
      </w:r>
      <w:r w:rsidR="004631B2">
        <w:rPr>
          <w:rFonts w:eastAsiaTheme="minorEastAsia"/>
          <w:b/>
          <w:sz w:val="28"/>
          <w:szCs w:val="28"/>
        </w:rPr>
        <w:t>_________</w:t>
      </w:r>
      <w:r>
        <w:rPr>
          <w:rFonts w:eastAsiaTheme="minorEastAsia"/>
          <w:b/>
          <w:sz w:val="28"/>
          <w:szCs w:val="28"/>
        </w:rPr>
        <w:t xml:space="preserve"> </w:t>
      </w:r>
      <w:r w:rsidRPr="00300FDC">
        <w:rPr>
          <w:rFonts w:eastAsiaTheme="minorEastAsia"/>
          <w:b/>
          <w:sz w:val="28"/>
          <w:szCs w:val="28"/>
        </w:rPr>
        <w:t>сессия</w:t>
      </w:r>
      <w:r w:rsidR="00300FDC" w:rsidRPr="00300FDC">
        <w:rPr>
          <w:rFonts w:eastAsiaTheme="minorEastAsia"/>
          <w:b/>
          <w:sz w:val="28"/>
          <w:szCs w:val="28"/>
        </w:rPr>
        <w:t>)</w:t>
      </w:r>
    </w:p>
    <w:p w:rsidR="00300FDC" w:rsidRPr="00300FDC" w:rsidRDefault="004631B2" w:rsidP="00300FDC">
      <w:pPr>
        <w:spacing w:after="200" w:line="276" w:lineRule="auto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От______________                                                                                           </w:t>
      </w:r>
      <w:r w:rsidR="00F339D4">
        <w:rPr>
          <w:rFonts w:eastAsiaTheme="minorEastAsia"/>
          <w:b/>
          <w:sz w:val="28"/>
          <w:szCs w:val="28"/>
        </w:rPr>
        <w:t xml:space="preserve">№ </w:t>
      </w:r>
      <w:r>
        <w:rPr>
          <w:rFonts w:eastAsiaTheme="minorEastAsia"/>
          <w:b/>
          <w:sz w:val="28"/>
          <w:szCs w:val="28"/>
        </w:rPr>
        <w:t>_______</w:t>
      </w:r>
    </w:p>
    <w:p w:rsidR="00300FDC" w:rsidRPr="00300FDC" w:rsidRDefault="004631B2" w:rsidP="00300FDC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р.п</w:t>
      </w:r>
      <w:proofErr w:type="spellEnd"/>
      <w:r>
        <w:rPr>
          <w:rFonts w:eastAsiaTheme="minorEastAsia"/>
          <w:sz w:val="28"/>
          <w:szCs w:val="28"/>
        </w:rPr>
        <w:t>. Сузун</w:t>
      </w:r>
    </w:p>
    <w:p w:rsidR="004631B2" w:rsidRDefault="00300FDC" w:rsidP="004631B2">
      <w:pPr>
        <w:rPr>
          <w:b/>
          <w:sz w:val="28"/>
          <w:szCs w:val="28"/>
        </w:rPr>
      </w:pPr>
      <w:r w:rsidRPr="00790D19">
        <w:rPr>
          <w:b/>
          <w:sz w:val="28"/>
          <w:szCs w:val="28"/>
        </w:rPr>
        <w:t xml:space="preserve">О ликвидации </w:t>
      </w:r>
      <w:r w:rsidR="00590E7D" w:rsidRPr="00790D19">
        <w:rPr>
          <w:b/>
          <w:sz w:val="28"/>
          <w:szCs w:val="28"/>
        </w:rPr>
        <w:t xml:space="preserve">Совета </w:t>
      </w:r>
      <w:r w:rsidR="00790D19" w:rsidRPr="00790D19">
        <w:rPr>
          <w:b/>
          <w:sz w:val="28"/>
          <w:szCs w:val="28"/>
        </w:rPr>
        <w:t xml:space="preserve">депутатов </w:t>
      </w:r>
      <w:r w:rsidR="004631B2">
        <w:rPr>
          <w:b/>
          <w:sz w:val="28"/>
          <w:szCs w:val="28"/>
        </w:rPr>
        <w:t>Сузунского</w:t>
      </w:r>
      <w:r w:rsidRPr="00790D19">
        <w:rPr>
          <w:b/>
          <w:sz w:val="28"/>
          <w:szCs w:val="28"/>
        </w:rPr>
        <w:t xml:space="preserve"> района </w:t>
      </w:r>
    </w:p>
    <w:p w:rsidR="00300FDC" w:rsidRPr="00790D19" w:rsidRDefault="00300FDC" w:rsidP="004631B2">
      <w:pPr>
        <w:rPr>
          <w:b/>
          <w:sz w:val="28"/>
          <w:szCs w:val="28"/>
        </w:rPr>
      </w:pPr>
      <w:r w:rsidRPr="00790D19">
        <w:rPr>
          <w:b/>
          <w:sz w:val="28"/>
          <w:szCs w:val="28"/>
        </w:rPr>
        <w:t>как юридического лица</w:t>
      </w:r>
    </w:p>
    <w:p w:rsidR="00300FDC" w:rsidRPr="00790D19" w:rsidRDefault="00300FDC" w:rsidP="004631B2">
      <w:pPr>
        <w:rPr>
          <w:b/>
          <w:sz w:val="28"/>
          <w:szCs w:val="28"/>
        </w:rPr>
      </w:pPr>
    </w:p>
    <w:p w:rsidR="00300FDC" w:rsidRPr="00790D19" w:rsidRDefault="00300FDC" w:rsidP="002458CA">
      <w:pPr>
        <w:jc w:val="both"/>
        <w:rPr>
          <w:b/>
          <w:sz w:val="28"/>
          <w:szCs w:val="28"/>
        </w:rPr>
      </w:pPr>
    </w:p>
    <w:p w:rsidR="004631B2" w:rsidRDefault="004631B2" w:rsidP="004631B2">
      <w:pPr>
        <w:shd w:val="clear" w:color="auto" w:fill="FFFFFF"/>
        <w:spacing w:after="100" w:after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статей 61-</w:t>
      </w:r>
      <w:r w:rsidR="001D4DA3">
        <w:rPr>
          <w:sz w:val="28"/>
          <w:szCs w:val="28"/>
        </w:rPr>
        <w:t xml:space="preserve">64 Гражданского кодекса Российской Федерации, </w:t>
      </w:r>
      <w:r w:rsidRPr="00225BEA">
        <w:rPr>
          <w:sz w:val="28"/>
          <w:szCs w:val="28"/>
        </w:rPr>
        <w:t>статьи 13 Федерального закона 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</w:t>
      </w:r>
      <w:r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Совет депутатов Сузунского муниципального округа Новосибирской области</w:t>
      </w:r>
    </w:p>
    <w:p w:rsidR="00E935D6" w:rsidRPr="00E935D6" w:rsidRDefault="00E935D6" w:rsidP="004631B2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Default="001D4DA3" w:rsidP="004631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Ликвидировать </w:t>
      </w:r>
      <w:r w:rsidR="00590E7D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</w:t>
      </w:r>
      <w:r w:rsidR="004631B2"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 </w:t>
      </w:r>
      <w:r w:rsidR="00590E7D" w:rsidRPr="00525B2D">
        <w:rPr>
          <w:sz w:val="28"/>
          <w:szCs w:val="28"/>
        </w:rPr>
        <w:t xml:space="preserve">(ОГРН </w:t>
      </w:r>
      <w:r w:rsidR="004631B2" w:rsidRPr="004631B2">
        <w:rPr>
          <w:sz w:val="28"/>
          <w:szCs w:val="28"/>
          <w:shd w:val="clear" w:color="auto" w:fill="FFFFFF"/>
        </w:rPr>
        <w:t>1065462014430</w:t>
      </w:r>
      <w:r w:rsidR="00590E7D" w:rsidRPr="004631B2">
        <w:rPr>
          <w:sz w:val="28"/>
          <w:szCs w:val="28"/>
        </w:rPr>
        <w:t>, ИНН</w:t>
      </w:r>
      <w:r w:rsidR="004631B2" w:rsidRPr="004631B2">
        <w:rPr>
          <w:sz w:val="28"/>
          <w:szCs w:val="28"/>
        </w:rPr>
        <w:t xml:space="preserve"> </w:t>
      </w:r>
      <w:r w:rsidR="004631B2" w:rsidRPr="004631B2">
        <w:rPr>
          <w:sz w:val="28"/>
          <w:szCs w:val="28"/>
          <w:shd w:val="clear" w:color="auto" w:fill="FFFFFF"/>
        </w:rPr>
        <w:t>5436312310</w:t>
      </w:r>
      <w:r w:rsidR="00590E7D" w:rsidRPr="004631B2">
        <w:rPr>
          <w:sz w:val="28"/>
          <w:szCs w:val="28"/>
        </w:rPr>
        <w:t>)</w:t>
      </w:r>
      <w:r w:rsidRPr="004631B2">
        <w:rPr>
          <w:sz w:val="28"/>
          <w:szCs w:val="28"/>
        </w:rPr>
        <w:t>,</w:t>
      </w:r>
      <w:r>
        <w:rPr>
          <w:sz w:val="28"/>
          <w:szCs w:val="28"/>
        </w:rPr>
        <w:t xml:space="preserve"> юридический и фактический адрес: </w:t>
      </w:r>
      <w:r w:rsidR="0013518D">
        <w:rPr>
          <w:sz w:val="28"/>
          <w:szCs w:val="28"/>
        </w:rPr>
        <w:t xml:space="preserve">Новосибирская область, </w:t>
      </w:r>
      <w:r w:rsidR="004631B2">
        <w:rPr>
          <w:sz w:val="28"/>
          <w:szCs w:val="28"/>
        </w:rPr>
        <w:t>Сузунский</w:t>
      </w:r>
      <w:r w:rsidR="0013518D">
        <w:rPr>
          <w:sz w:val="28"/>
          <w:szCs w:val="28"/>
        </w:rPr>
        <w:t xml:space="preserve"> район, </w:t>
      </w:r>
      <w:proofErr w:type="spellStart"/>
      <w:r w:rsidR="004631B2">
        <w:rPr>
          <w:sz w:val="28"/>
          <w:szCs w:val="28"/>
        </w:rPr>
        <w:t>р.п</w:t>
      </w:r>
      <w:proofErr w:type="spellEnd"/>
      <w:r w:rsidR="0013518D">
        <w:rPr>
          <w:sz w:val="28"/>
          <w:szCs w:val="28"/>
        </w:rPr>
        <w:t>.</w:t>
      </w:r>
      <w:r w:rsidR="00367729">
        <w:rPr>
          <w:sz w:val="28"/>
          <w:szCs w:val="28"/>
        </w:rPr>
        <w:t xml:space="preserve"> </w:t>
      </w:r>
      <w:r w:rsidR="004631B2">
        <w:rPr>
          <w:sz w:val="28"/>
          <w:szCs w:val="28"/>
        </w:rPr>
        <w:t>Сузун</w:t>
      </w:r>
      <w:r w:rsidR="0013518D">
        <w:rPr>
          <w:sz w:val="28"/>
          <w:szCs w:val="28"/>
        </w:rPr>
        <w:t>, ул.</w:t>
      </w:r>
      <w:r w:rsidR="004631B2">
        <w:rPr>
          <w:sz w:val="28"/>
          <w:szCs w:val="28"/>
        </w:rPr>
        <w:t xml:space="preserve"> </w:t>
      </w:r>
      <w:r w:rsidR="0013518D">
        <w:rPr>
          <w:sz w:val="28"/>
          <w:szCs w:val="28"/>
        </w:rPr>
        <w:t>Ленина,</w:t>
      </w:r>
      <w:r w:rsidR="004631B2">
        <w:rPr>
          <w:sz w:val="28"/>
          <w:szCs w:val="28"/>
        </w:rPr>
        <w:t xml:space="preserve"> </w:t>
      </w:r>
      <w:r w:rsidR="0013518D">
        <w:rPr>
          <w:sz w:val="28"/>
          <w:szCs w:val="28"/>
        </w:rPr>
        <w:t>5</w:t>
      </w:r>
      <w:r w:rsidR="004631B2">
        <w:rPr>
          <w:sz w:val="28"/>
          <w:szCs w:val="28"/>
        </w:rPr>
        <w:t>1.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4631B2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D4DA3">
        <w:rPr>
          <w:sz w:val="28"/>
          <w:szCs w:val="28"/>
        </w:rPr>
        <w:t xml:space="preserve">Положение о ликвидационной комиссии </w:t>
      </w:r>
      <w:r>
        <w:rPr>
          <w:sz w:val="28"/>
          <w:szCs w:val="28"/>
        </w:rPr>
        <w:t>Совета депутатов Сузунского</w:t>
      </w:r>
      <w:r w:rsidR="0013518D">
        <w:rPr>
          <w:sz w:val="28"/>
          <w:szCs w:val="28"/>
        </w:rPr>
        <w:t xml:space="preserve"> района </w:t>
      </w:r>
      <w:r w:rsidR="001A28AB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</w:t>
      </w:r>
      <w:r w:rsidR="001A28AB">
        <w:rPr>
          <w:sz w:val="28"/>
          <w:szCs w:val="28"/>
        </w:rPr>
        <w:t xml:space="preserve"> 1</w:t>
      </w:r>
      <w:r w:rsidR="001D4DA3">
        <w:rPr>
          <w:sz w:val="28"/>
          <w:szCs w:val="28"/>
        </w:rPr>
        <w:t>;</w:t>
      </w:r>
    </w:p>
    <w:p w:rsidR="001D4DA3" w:rsidRDefault="004631B2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</w:t>
      </w:r>
      <w:r w:rsidR="001D4DA3">
        <w:rPr>
          <w:sz w:val="28"/>
          <w:szCs w:val="28"/>
        </w:rPr>
        <w:t xml:space="preserve">лан ликвидационных мероприятий </w:t>
      </w:r>
      <w:r>
        <w:rPr>
          <w:sz w:val="28"/>
          <w:szCs w:val="28"/>
        </w:rPr>
        <w:t>Совета депутатов</w:t>
      </w:r>
      <w:r w:rsidR="001351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</w:t>
      </w:r>
      <w:r w:rsidR="0013518D">
        <w:rPr>
          <w:sz w:val="28"/>
          <w:szCs w:val="28"/>
        </w:rPr>
        <w:t xml:space="preserve">района </w:t>
      </w:r>
      <w:r w:rsidR="000A7BA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</w:t>
      </w:r>
      <w:r w:rsidR="000A7BA7">
        <w:rPr>
          <w:sz w:val="28"/>
          <w:szCs w:val="28"/>
        </w:rPr>
        <w:t xml:space="preserve"> 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1D4DA3" w:rsidRDefault="004631B2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с</w:t>
      </w:r>
      <w:r w:rsidR="001D4DA3">
        <w:rPr>
          <w:sz w:val="28"/>
          <w:szCs w:val="28"/>
        </w:rPr>
        <w:t xml:space="preserve">остав ликвидационной комиссии </w:t>
      </w:r>
      <w:r>
        <w:rPr>
          <w:sz w:val="28"/>
          <w:szCs w:val="28"/>
        </w:rPr>
        <w:t xml:space="preserve">Совета депутатов Сузунского </w:t>
      </w:r>
      <w:r w:rsidR="0013518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№</w:t>
      </w:r>
      <w:r w:rsidR="000A7BA7">
        <w:rPr>
          <w:sz w:val="28"/>
          <w:szCs w:val="28"/>
        </w:rPr>
        <w:t xml:space="preserve"> 3</w:t>
      </w:r>
      <w:r w:rsidR="001D4DA3">
        <w:rPr>
          <w:sz w:val="28"/>
          <w:szCs w:val="28"/>
        </w:rPr>
        <w:t xml:space="preserve">. </w:t>
      </w:r>
    </w:p>
    <w:p w:rsidR="004631B2" w:rsidRDefault="001D4DA3" w:rsidP="00463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4631B2">
        <w:rPr>
          <w:sz w:val="28"/>
          <w:szCs w:val="28"/>
        </w:rPr>
        <w:t>Совета депутатов Сузунского</w:t>
      </w:r>
      <w:r w:rsidR="009B086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4631B2" w:rsidRDefault="001D4DA3" w:rsidP="00463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B0869">
        <w:rPr>
          <w:color w:val="C0504D" w:themeColor="accent2"/>
          <w:sz w:val="28"/>
          <w:szCs w:val="28"/>
        </w:rPr>
        <w:t>.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4631B2" w:rsidRPr="003575CC">
        <w:rPr>
          <w:rFonts w:eastAsia="Calibri"/>
          <w:sz w:val="28"/>
          <w:szCs w:val="28"/>
        </w:rPr>
        <w:t>Опубликовать н</w:t>
      </w:r>
      <w:r w:rsidR="00367729" w:rsidRPr="003575CC">
        <w:rPr>
          <w:sz w:val="28"/>
          <w:szCs w:val="28"/>
        </w:rPr>
        <w:t>астоящее</w:t>
      </w:r>
      <w:r w:rsidR="00367729" w:rsidRPr="00367729">
        <w:rPr>
          <w:color w:val="212529"/>
          <w:sz w:val="28"/>
          <w:szCs w:val="28"/>
        </w:rPr>
        <w:t xml:space="preserve"> решение в</w:t>
      </w:r>
      <w:r w:rsidR="004631B2">
        <w:rPr>
          <w:color w:val="212529"/>
          <w:sz w:val="28"/>
          <w:szCs w:val="28"/>
        </w:rPr>
        <w:t xml:space="preserve"> периодическом печатном издании «Вестник органов местного самоуправления Сузунского района»</w:t>
      </w:r>
      <w:r w:rsidR="00367729" w:rsidRPr="00367729">
        <w:rPr>
          <w:color w:val="212529"/>
          <w:sz w:val="28"/>
          <w:szCs w:val="28"/>
        </w:rPr>
        <w:t xml:space="preserve"> и</w:t>
      </w:r>
      <w:r w:rsidR="004631B2">
        <w:rPr>
          <w:color w:val="212529"/>
          <w:sz w:val="28"/>
          <w:szCs w:val="28"/>
        </w:rPr>
        <w:t xml:space="preserve">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4631B2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67729" w:rsidRPr="009B0869" w:rsidRDefault="00367729" w:rsidP="009B0869">
      <w:pPr>
        <w:autoSpaceDE w:val="0"/>
        <w:autoSpaceDN w:val="0"/>
        <w:adjustRightInd w:val="0"/>
        <w:jc w:val="both"/>
        <w:rPr>
          <w:rFonts w:eastAsia="Calibri"/>
          <w:color w:val="C0504D" w:themeColor="accent2"/>
          <w:sz w:val="28"/>
          <w:szCs w:val="28"/>
        </w:rPr>
      </w:pPr>
    </w:p>
    <w:p w:rsidR="001D4DA3" w:rsidRDefault="001D4DA3" w:rsidP="001D4DA3">
      <w:pPr>
        <w:ind w:firstLine="709"/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463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4631B2">
              <w:rPr>
                <w:sz w:val="28"/>
                <w:szCs w:val="28"/>
              </w:rPr>
              <w:t>Сузунского</w:t>
            </w:r>
            <w:r>
              <w:rPr>
                <w:sz w:val="28"/>
                <w:szCs w:val="28"/>
              </w:rPr>
              <w:t xml:space="preserve"> муниципального округа Новосибирской области</w:t>
            </w:r>
          </w:p>
          <w:p w:rsidR="00367729" w:rsidRDefault="00367729" w:rsidP="00F339D4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3575CC" w:rsidP="00F339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367729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 xml:space="preserve">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9B086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9B0869" w:rsidRDefault="00F339D4" w:rsidP="00F339D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4631B2">
              <w:rPr>
                <w:sz w:val="28"/>
                <w:szCs w:val="28"/>
              </w:rPr>
              <w:t>а</w:t>
            </w:r>
            <w:r w:rsidR="00367729">
              <w:rPr>
                <w:sz w:val="28"/>
                <w:szCs w:val="28"/>
              </w:rPr>
              <w:t xml:space="preserve"> </w:t>
            </w:r>
            <w:r w:rsidR="004631B2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367729" w:rsidRDefault="00367729" w:rsidP="00F339D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4631B2" w:rsidRDefault="004631B2" w:rsidP="004631B2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F339D4" w:rsidP="004631B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________</w:t>
            </w:r>
            <w:r w:rsidR="004631B2">
              <w:rPr>
                <w:sz w:val="28"/>
                <w:szCs w:val="28"/>
              </w:rPr>
              <w:t>В.В. Горшков</w:t>
            </w:r>
          </w:p>
        </w:tc>
      </w:tr>
    </w:tbl>
    <w:p w:rsidR="009B0869" w:rsidRDefault="009B0869" w:rsidP="004631B2">
      <w:pPr>
        <w:tabs>
          <w:tab w:val="left" w:pos="360"/>
        </w:tabs>
        <w:rPr>
          <w:bCs/>
          <w:sz w:val="28"/>
          <w:szCs w:val="28"/>
        </w:rPr>
      </w:pPr>
    </w:p>
    <w:p w:rsidR="00AB1A24" w:rsidRPr="00B529ED" w:rsidRDefault="000A7BA7" w:rsidP="00AB1A24">
      <w:pPr>
        <w:jc w:val="right"/>
        <w:rPr>
          <w:bCs/>
        </w:rPr>
      </w:pPr>
      <w:r w:rsidRPr="00B529ED">
        <w:rPr>
          <w:bCs/>
        </w:rPr>
        <w:t>Приложение</w:t>
      </w:r>
      <w:r w:rsidR="004631B2">
        <w:rPr>
          <w:bCs/>
        </w:rPr>
        <w:t xml:space="preserve"> №</w:t>
      </w:r>
      <w:r w:rsidRPr="00B529ED">
        <w:rPr>
          <w:bCs/>
        </w:rPr>
        <w:t xml:space="preserve"> 1 </w:t>
      </w:r>
    </w:p>
    <w:p w:rsidR="0013518D" w:rsidRPr="00B529ED" w:rsidRDefault="000A7BA7" w:rsidP="0013518D">
      <w:pPr>
        <w:jc w:val="right"/>
      </w:pPr>
      <w:r w:rsidRPr="00B529ED">
        <w:rPr>
          <w:bCs/>
        </w:rPr>
        <w:t xml:space="preserve">к </w:t>
      </w:r>
      <w:r w:rsidR="00AB1A24" w:rsidRPr="00B529ED">
        <w:rPr>
          <w:bCs/>
        </w:rPr>
        <w:t>решени</w:t>
      </w:r>
      <w:r w:rsidRPr="00B529ED">
        <w:rPr>
          <w:bCs/>
        </w:rPr>
        <w:t>ю</w:t>
      </w:r>
      <w:r w:rsidR="00AB1A24" w:rsidRPr="00B529ED">
        <w:rPr>
          <w:bCs/>
        </w:rPr>
        <w:t xml:space="preserve"> </w:t>
      </w:r>
      <w:r w:rsidR="0013518D" w:rsidRPr="00B529ED">
        <w:t xml:space="preserve">Совета депутатов </w:t>
      </w:r>
    </w:p>
    <w:p w:rsidR="0013518D" w:rsidRPr="00B529ED" w:rsidRDefault="004631B2" w:rsidP="0013518D">
      <w:pPr>
        <w:jc w:val="right"/>
      </w:pPr>
      <w:r>
        <w:t>Сузунского</w:t>
      </w:r>
      <w:r w:rsidR="0013518D" w:rsidRPr="00B529ED">
        <w:t xml:space="preserve"> муниципального округа </w:t>
      </w:r>
    </w:p>
    <w:p w:rsidR="00AB1A24" w:rsidRPr="00B529ED" w:rsidRDefault="0013518D" w:rsidP="0013518D">
      <w:pPr>
        <w:jc w:val="right"/>
      </w:pPr>
      <w:r w:rsidRPr="00B529ED">
        <w:t>Новосибирской области</w:t>
      </w:r>
    </w:p>
    <w:p w:rsidR="0013518D" w:rsidRPr="00B529ED" w:rsidRDefault="004631B2" w:rsidP="0013518D">
      <w:pPr>
        <w:jc w:val="right"/>
        <w:rPr>
          <w:bCs/>
        </w:rPr>
      </w:pPr>
      <w:r>
        <w:t>От _______</w:t>
      </w:r>
      <w:r w:rsidR="00B529ED" w:rsidRPr="00B529ED">
        <w:t xml:space="preserve"> № </w:t>
      </w:r>
      <w:r>
        <w:t>______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</w:t>
      </w:r>
      <w:r w:rsidR="00590E7D" w:rsidRPr="00590E7D">
        <w:rPr>
          <w:b/>
          <w:sz w:val="28"/>
          <w:szCs w:val="28"/>
        </w:rPr>
        <w:t>Совета депутатов</w:t>
      </w:r>
      <w:r w:rsidR="00541FC7">
        <w:rPr>
          <w:sz w:val="28"/>
          <w:szCs w:val="28"/>
        </w:rPr>
        <w:t xml:space="preserve"> </w:t>
      </w:r>
      <w:r w:rsidR="00541FC7">
        <w:rPr>
          <w:b/>
          <w:sz w:val="28"/>
          <w:szCs w:val="28"/>
        </w:rPr>
        <w:t>Сузунского района</w:t>
      </w:r>
      <w:r w:rsidR="0013518D">
        <w:rPr>
          <w:b/>
          <w:sz w:val="28"/>
          <w:szCs w:val="28"/>
        </w:rPr>
        <w:t xml:space="preserve"> </w:t>
      </w:r>
    </w:p>
    <w:p w:rsidR="00541FC7" w:rsidRDefault="00541FC7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Pr="00977F3C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>1. </w:t>
      </w:r>
      <w:r w:rsidR="00541FC7" w:rsidRPr="00300DB9">
        <w:rPr>
          <w:rStyle w:val="13"/>
          <w:color w:val="auto"/>
          <w:sz w:val="28"/>
          <w:szCs w:val="28"/>
        </w:rPr>
        <w:t>Настоящее положение разработано в соответствии с Гражданским кодексом Российской Федерации</w:t>
      </w:r>
      <w:r w:rsidR="00541FC7" w:rsidRPr="00300DB9">
        <w:rPr>
          <w:sz w:val="28"/>
          <w:szCs w:val="28"/>
        </w:rPr>
        <w:t>, 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41FC7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>3</w:t>
      </w:r>
      <w:r w:rsidRPr="00417201">
        <w:rPr>
          <w:sz w:val="28"/>
          <w:szCs w:val="28"/>
        </w:rPr>
        <w:t xml:space="preserve">. Ликвидационная комиссия – уполномоченные </w:t>
      </w:r>
      <w:r w:rsidR="0013518D" w:rsidRPr="00417201">
        <w:rPr>
          <w:sz w:val="28"/>
          <w:szCs w:val="28"/>
        </w:rPr>
        <w:t xml:space="preserve">Советом депутатов </w:t>
      </w:r>
      <w:r w:rsidR="00541FC7">
        <w:rPr>
          <w:sz w:val="28"/>
          <w:szCs w:val="28"/>
        </w:rPr>
        <w:t xml:space="preserve">Сузунского </w:t>
      </w:r>
      <w:r w:rsidR="00367729" w:rsidRPr="00417201">
        <w:rPr>
          <w:sz w:val="28"/>
          <w:szCs w:val="28"/>
        </w:rPr>
        <w:t>муниципального округа</w:t>
      </w:r>
      <w:r w:rsidR="0013518D" w:rsidRPr="00417201">
        <w:rPr>
          <w:sz w:val="28"/>
          <w:szCs w:val="28"/>
        </w:rPr>
        <w:t xml:space="preserve"> Новосибирской области</w:t>
      </w:r>
      <w:r w:rsidRPr="00417201">
        <w:rPr>
          <w:bCs/>
          <w:sz w:val="28"/>
          <w:szCs w:val="28"/>
        </w:rPr>
        <w:t xml:space="preserve"> </w:t>
      </w:r>
      <w:r w:rsidRPr="00417201">
        <w:rPr>
          <w:sz w:val="28"/>
          <w:szCs w:val="28"/>
        </w:rPr>
        <w:t xml:space="preserve">лица, обеспечивающие реализацию полномочий по </w:t>
      </w:r>
      <w:r w:rsidR="00367729" w:rsidRPr="00417201">
        <w:rPr>
          <w:sz w:val="28"/>
          <w:szCs w:val="28"/>
        </w:rPr>
        <w:t xml:space="preserve">управлению делами </w:t>
      </w:r>
      <w:r w:rsidR="00E13988" w:rsidRPr="00417201">
        <w:rPr>
          <w:sz w:val="28"/>
          <w:szCs w:val="28"/>
        </w:rPr>
        <w:t>Совета депутатов</w:t>
      </w:r>
      <w:r w:rsidR="00367729" w:rsidRPr="00417201">
        <w:rPr>
          <w:sz w:val="28"/>
          <w:szCs w:val="28"/>
        </w:rPr>
        <w:t xml:space="preserve"> </w:t>
      </w:r>
      <w:r w:rsidR="00541FC7">
        <w:rPr>
          <w:sz w:val="28"/>
          <w:szCs w:val="28"/>
        </w:rPr>
        <w:t>Сузунского района (далее-</w:t>
      </w:r>
      <w:r w:rsidR="00367729" w:rsidRPr="00417201">
        <w:rPr>
          <w:sz w:val="28"/>
          <w:szCs w:val="28"/>
        </w:rPr>
        <w:t xml:space="preserve">учреждение) </w:t>
      </w:r>
      <w:r w:rsidRPr="00417201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41FC7" w:rsidRDefault="00AB1A24" w:rsidP="00541FC7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541FC7">
        <w:rPr>
          <w:sz w:val="28"/>
          <w:szCs w:val="28"/>
        </w:rPr>
        <w:t xml:space="preserve">Сузунского </w:t>
      </w:r>
      <w:r w:rsidRPr="002E6F0C">
        <w:rPr>
          <w:sz w:val="28"/>
          <w:szCs w:val="28"/>
        </w:rPr>
        <w:t>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lastRenderedPageBreak/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541FC7" w:rsidRDefault="00AB1A24" w:rsidP="00541FC7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541FC7">
      <w:pPr>
        <w:pStyle w:val="3"/>
        <w:shd w:val="clear" w:color="auto" w:fill="auto"/>
        <w:tabs>
          <w:tab w:val="left" w:pos="709"/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41FC7" w:rsidRDefault="00CC4A60" w:rsidP="00541FC7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41FC7" w:rsidRPr="00541FC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41FC7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41FC7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541FC7" w:rsidRPr="00F66D5A">
        <w:rPr>
          <w:sz w:val="28"/>
          <w:szCs w:val="28"/>
        </w:rPr>
        <w:t xml:space="preserve"> </w:t>
      </w:r>
      <w:r w:rsidR="00541FC7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</w:t>
      </w:r>
      <w:r w:rsidR="00541FC7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Совету депутатов Сузунского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41FC7" w:rsidRDefault="00CC4A60" w:rsidP="00541FC7">
      <w:pPr>
        <w:shd w:val="clear" w:color="auto" w:fill="FFFFFF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541FC7" w:rsidRPr="00781045">
        <w:rPr>
          <w:rFonts w:eastAsiaTheme="minorHAnsi"/>
          <w:sz w:val="28"/>
          <w:szCs w:val="28"/>
          <w:lang w:eastAsia="en-US"/>
        </w:rPr>
        <w:t>С 01.01.202</w:t>
      </w:r>
      <w:r w:rsidR="00541FC7">
        <w:rPr>
          <w:rFonts w:eastAsiaTheme="minorHAnsi"/>
          <w:sz w:val="28"/>
          <w:szCs w:val="28"/>
          <w:lang w:eastAsia="en-US"/>
        </w:rPr>
        <w:t>6</w:t>
      </w:r>
      <w:r w:rsidR="00541FC7" w:rsidRPr="00781045">
        <w:rPr>
          <w:rFonts w:eastAsiaTheme="minorHAnsi"/>
          <w:sz w:val="28"/>
          <w:szCs w:val="28"/>
          <w:lang w:eastAsia="en-US"/>
        </w:rPr>
        <w:t xml:space="preserve"> года и до момента внесения записи в реестр ЕГРЮЛ о ликвидируемом юридическом лице финансовое обеспечение осуществляются за счет средств бюджета </w:t>
      </w:r>
      <w:r w:rsidR="00541FC7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41FC7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41FC7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AB1A24" w:rsidRDefault="00AB1A24" w:rsidP="00AB1A24">
      <w:pPr>
        <w:rPr>
          <w:sz w:val="28"/>
          <w:szCs w:val="28"/>
        </w:rPr>
        <w:sectPr w:rsidR="00AB1A24" w:rsidSect="004631B2">
          <w:pgSz w:w="11907" w:h="16840"/>
          <w:pgMar w:top="142" w:right="425" w:bottom="142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B529ED" w:rsidRPr="00B529ED" w:rsidRDefault="00B529ED" w:rsidP="00B529ED">
      <w:pPr>
        <w:ind w:left="6237"/>
        <w:jc w:val="right"/>
        <w:rPr>
          <w:bCs/>
        </w:rPr>
      </w:pPr>
      <w:r w:rsidRPr="00B529ED">
        <w:rPr>
          <w:bCs/>
        </w:rPr>
        <w:lastRenderedPageBreak/>
        <w:t xml:space="preserve">Приложение </w:t>
      </w:r>
      <w:r w:rsidR="00541FC7">
        <w:rPr>
          <w:bCs/>
        </w:rPr>
        <w:t xml:space="preserve">№ </w:t>
      </w:r>
      <w:r w:rsidRPr="00B529ED">
        <w:rPr>
          <w:bCs/>
        </w:rPr>
        <w:t xml:space="preserve">2 </w:t>
      </w:r>
    </w:p>
    <w:p w:rsidR="00B529ED" w:rsidRPr="00B529ED" w:rsidRDefault="00B529ED" w:rsidP="00B529ED">
      <w:pPr>
        <w:ind w:left="6237"/>
        <w:jc w:val="right"/>
        <w:rPr>
          <w:bCs/>
        </w:rPr>
      </w:pPr>
      <w:r w:rsidRPr="00B529ED">
        <w:rPr>
          <w:bCs/>
        </w:rPr>
        <w:t xml:space="preserve">к решению Совета депутатов </w:t>
      </w:r>
    </w:p>
    <w:p w:rsidR="00B529ED" w:rsidRPr="00B529ED" w:rsidRDefault="00541FC7" w:rsidP="00B529ED">
      <w:pPr>
        <w:ind w:left="6237"/>
        <w:jc w:val="right"/>
        <w:rPr>
          <w:bCs/>
        </w:rPr>
      </w:pPr>
      <w:r>
        <w:rPr>
          <w:bCs/>
        </w:rPr>
        <w:t>Сузунского</w:t>
      </w:r>
      <w:r w:rsidR="00B529ED" w:rsidRPr="00B529ED">
        <w:rPr>
          <w:bCs/>
        </w:rPr>
        <w:t xml:space="preserve"> муниципального округа </w:t>
      </w:r>
    </w:p>
    <w:p w:rsidR="00B529ED" w:rsidRPr="00B529ED" w:rsidRDefault="00B529ED" w:rsidP="00B529ED">
      <w:pPr>
        <w:ind w:left="6237"/>
        <w:jc w:val="right"/>
        <w:rPr>
          <w:bCs/>
        </w:rPr>
      </w:pPr>
      <w:r w:rsidRPr="00B529ED">
        <w:rPr>
          <w:bCs/>
        </w:rPr>
        <w:t>Новосибирской области</w:t>
      </w:r>
    </w:p>
    <w:p w:rsidR="00AB1A24" w:rsidRPr="00B529ED" w:rsidRDefault="00541FC7" w:rsidP="00B529ED">
      <w:pPr>
        <w:ind w:left="6237"/>
        <w:jc w:val="right"/>
      </w:pPr>
      <w:r>
        <w:rPr>
          <w:bCs/>
        </w:rPr>
        <w:t>От _______</w:t>
      </w:r>
      <w:r w:rsidR="00B529ED" w:rsidRPr="00B529ED">
        <w:rPr>
          <w:bCs/>
        </w:rPr>
        <w:t xml:space="preserve"> № </w:t>
      </w:r>
      <w:r>
        <w:rPr>
          <w:bCs/>
        </w:rPr>
        <w:t>______</w:t>
      </w: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="005856A3" w:rsidRPr="005856A3">
        <w:rPr>
          <w:b/>
          <w:sz w:val="28"/>
          <w:szCs w:val="28"/>
        </w:rPr>
        <w:t xml:space="preserve">Совета </w:t>
      </w:r>
      <w:r w:rsidR="00DC2F28" w:rsidRPr="005856A3">
        <w:rPr>
          <w:b/>
          <w:sz w:val="28"/>
          <w:szCs w:val="28"/>
        </w:rPr>
        <w:t>депутатов</w:t>
      </w:r>
      <w:r w:rsidR="00DC2F28">
        <w:rPr>
          <w:sz w:val="28"/>
          <w:szCs w:val="28"/>
        </w:rPr>
        <w:t xml:space="preserve"> </w:t>
      </w:r>
      <w:r w:rsidR="00541FC7">
        <w:rPr>
          <w:b/>
          <w:sz w:val="28"/>
          <w:szCs w:val="28"/>
        </w:rPr>
        <w:t>Сузунского</w:t>
      </w:r>
      <w:r w:rsidR="009A5290">
        <w:rPr>
          <w:b/>
          <w:sz w:val="28"/>
          <w:szCs w:val="28"/>
        </w:rPr>
        <w:t xml:space="preserve"> района </w:t>
      </w:r>
    </w:p>
    <w:p w:rsidR="00AB1A24" w:rsidRDefault="00AB1A24" w:rsidP="00AB1A24">
      <w:pPr>
        <w:jc w:val="center"/>
        <w:rPr>
          <w:b/>
        </w:rPr>
      </w:pPr>
    </w:p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EE21E5" w:rsidRPr="00995808" w:rsidTr="009B36D9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EE21E5" w:rsidRPr="00995808" w:rsidTr="009B36D9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E5" w:rsidRPr="00995808" w:rsidRDefault="00EE21E5" w:rsidP="009B36D9">
            <w:pPr>
              <w:rPr>
                <w:rFonts w:eastAsia="Calibri"/>
                <w:bCs/>
                <w:lang w:eastAsia="en-US"/>
              </w:rPr>
            </w:pPr>
          </w:p>
        </w:tc>
      </w:tr>
      <w:tr w:rsidR="00EE21E5" w:rsidRPr="00A50079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A5290" w:rsidRDefault="00EE21E5" w:rsidP="00EE21E5">
            <w:pPr>
              <w:jc w:val="both"/>
            </w:pPr>
            <w:r>
              <w:rPr>
                <w:iCs/>
              </w:rPr>
              <w:t>Принятие решения о ликвидации Совета депутатов</w:t>
            </w:r>
            <w:r w:rsidRPr="00995808">
              <w:rPr>
                <w:iCs/>
              </w:rPr>
              <w:t xml:space="preserve"> </w:t>
            </w:r>
            <w:r>
              <w:t>Сузунского</w:t>
            </w:r>
            <w:r w:rsidRPr="009A5290">
              <w:t xml:space="preserve"> района </w:t>
            </w:r>
            <w:r w:rsidRPr="00995808">
              <w:rPr>
                <w:iCs/>
              </w:rPr>
              <w:t>(далее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A5290" w:rsidRDefault="00EE21E5" w:rsidP="009B36D9">
            <w:pPr>
              <w:jc w:val="right"/>
            </w:pPr>
            <w:r w:rsidRPr="009A5290">
              <w:t xml:space="preserve">Заседание Совета депутатов </w:t>
            </w:r>
          </w:p>
          <w:p w:rsidR="00EE21E5" w:rsidRPr="009A5290" w:rsidRDefault="00EE21E5" w:rsidP="009B36D9">
            <w:pPr>
              <w:jc w:val="right"/>
            </w:pPr>
            <w:r>
              <w:t>Сузунского</w:t>
            </w:r>
            <w:r w:rsidRPr="009A5290">
              <w:t xml:space="preserve"> муниципального округа </w:t>
            </w:r>
          </w:p>
          <w:p w:rsidR="00EE21E5" w:rsidRPr="009A5290" w:rsidRDefault="00EE21E5" w:rsidP="009B36D9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EE21E5" w:rsidRPr="009A5290" w:rsidRDefault="00EE21E5" w:rsidP="009B36D9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C4A60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EE21E5" w:rsidRPr="00A50079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EE21E5" w:rsidRPr="00995808" w:rsidRDefault="00EE21E5" w:rsidP="009B36D9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Default="00EE21E5" w:rsidP="009B36D9">
            <w:pPr>
              <w:jc w:val="center"/>
            </w:pPr>
            <w:r w:rsidRPr="00CC4A60">
              <w:t>До</w:t>
            </w:r>
            <w:r>
              <w:t xml:space="preserve"> 01.10.2025</w:t>
            </w:r>
          </w:p>
          <w:p w:rsidR="00EE21E5" w:rsidRPr="00C15A53" w:rsidRDefault="00EE21E5" w:rsidP="009B36D9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6A4A61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Р15016)</w:t>
            </w:r>
          </w:p>
          <w:p w:rsidR="00EE21E5" w:rsidRPr="006A4A61" w:rsidRDefault="00EE21E5" w:rsidP="009B36D9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 xml:space="preserve">Публикация сообщения о ликвидации учреждения и о </w:t>
            </w:r>
            <w:r w:rsidRPr="00995808">
              <w:rPr>
                <w:iCs/>
              </w:rPr>
              <w:lastRenderedPageBreak/>
              <w:t>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>
              <w:lastRenderedPageBreak/>
              <w:t>В течение 7 календарных</w:t>
            </w:r>
            <w:r w:rsidRPr="00995808">
              <w:t xml:space="preserve"> дней </w:t>
            </w:r>
            <w:r w:rsidRPr="00995808">
              <w:lastRenderedPageBreak/>
              <w:t>после внесения в единый государственный реестр юридических лиц записи о начале процедуры ликвидации</w:t>
            </w:r>
          </w:p>
          <w:p w:rsidR="00EE21E5" w:rsidRPr="00995808" w:rsidRDefault="00EE21E5" w:rsidP="009B36D9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  <w:rPr>
                <w:highlight w:val="yellow"/>
              </w:rPr>
            </w:pPr>
            <w:r>
              <w:lastRenderedPageBreak/>
              <w:t>До 16</w:t>
            </w:r>
            <w:r w:rsidRPr="00BF3DA6">
              <w:t>.1</w:t>
            </w:r>
            <w:r>
              <w:t>0</w:t>
            </w:r>
            <w:r w:rsidRPr="00BF3DA6">
              <w:t>.20</w:t>
            </w:r>
            <w:r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A83A07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</w:t>
            </w:r>
            <w:r w:rsidRPr="00995808">
              <w:lastRenderedPageBreak/>
              <w:t xml:space="preserve">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 xml:space="preserve"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</w:t>
            </w:r>
            <w:r>
              <w:rPr>
                <w:iCs/>
              </w:rPr>
              <w:t>лица (ст. 63 ГК РФ) (Копии всех</w:t>
            </w:r>
            <w:r w:rsidR="00A83A07">
              <w:rPr>
                <w:iCs/>
              </w:rPr>
              <w:t xml:space="preserve"> уведомлений, </w:t>
            </w:r>
            <w:r w:rsidRPr="00995808">
              <w:rPr>
                <w:iCs/>
              </w:rPr>
              <w:t>отправленных кредиторам, сохраняются)</w:t>
            </w:r>
          </w:p>
          <w:p w:rsidR="00EE21E5" w:rsidRPr="00995808" w:rsidRDefault="00EE21E5" w:rsidP="009B36D9">
            <w:pPr>
              <w:ind w:firstLine="709"/>
              <w:jc w:val="both"/>
            </w:pPr>
          </w:p>
          <w:p w:rsidR="00EE21E5" w:rsidRPr="00995808" w:rsidRDefault="00EE21E5" w:rsidP="009B36D9">
            <w:pPr>
              <w:ind w:firstLine="709"/>
              <w:jc w:val="both"/>
            </w:pPr>
          </w:p>
          <w:p w:rsidR="00EE21E5" w:rsidRPr="00995808" w:rsidRDefault="00EE21E5" w:rsidP="009B36D9">
            <w:pPr>
              <w:ind w:firstLine="709"/>
              <w:jc w:val="both"/>
            </w:pPr>
          </w:p>
          <w:p w:rsidR="00EE21E5" w:rsidRPr="00995808" w:rsidRDefault="00EE21E5" w:rsidP="009B36D9">
            <w:pPr>
              <w:tabs>
                <w:tab w:val="left" w:pos="1440"/>
              </w:tabs>
              <w:jc w:val="both"/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EE21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EE21E5" w:rsidRPr="00995808" w:rsidRDefault="00EE21E5" w:rsidP="009B36D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A83A07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A83A07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 w:rsidR="00690757"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 w:rsidR="00690757">
              <w:rPr>
                <w:iCs/>
              </w:rPr>
              <w:t>»</w:t>
            </w:r>
          </w:p>
        </w:tc>
      </w:tr>
      <w:tr w:rsidR="00EE21E5" w:rsidRPr="00995808" w:rsidTr="009B36D9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 xml:space="preserve">После окончания срока для предъявления требований </w:t>
            </w:r>
            <w:r w:rsidRPr="00995808">
              <w:rPr>
                <w:iCs/>
              </w:rPr>
              <w:lastRenderedPageBreak/>
              <w:t>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 xml:space="preserve">не раньше, чем </w:t>
            </w:r>
            <w:proofErr w:type="gramStart"/>
            <w:r w:rsidRPr="00995808">
              <w:rPr>
                <w:iCs/>
              </w:rPr>
              <w:t>через  2</w:t>
            </w:r>
            <w:proofErr w:type="gramEnd"/>
            <w:r w:rsidRPr="00995808">
              <w:rPr>
                <w:iCs/>
              </w:rPr>
              <w:t xml:space="preserve"> месяца с момента публикации сообщения о ликвидации в журнале «Вестник государственной регистрации»</w:t>
            </w:r>
          </w:p>
          <w:p w:rsidR="00EE21E5" w:rsidRPr="00995808" w:rsidRDefault="00EE21E5" w:rsidP="009B36D9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 xml:space="preserve"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</w:t>
            </w:r>
            <w:r w:rsidRPr="00995808">
              <w:rPr>
                <w:iCs/>
              </w:rPr>
              <w:lastRenderedPageBreak/>
              <w:t>рассмотрения.</w:t>
            </w:r>
          </w:p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3C4A71" w:rsidRDefault="00EE21E5" w:rsidP="009B36D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EE21E5" w:rsidRPr="00995808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EE21E5" w:rsidRPr="00E072B3" w:rsidTr="009B36D9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69075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EE21E5" w:rsidRPr="00995808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17.12.2025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E072B3" w:rsidRDefault="00EE21E5" w:rsidP="009B36D9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Pr="00C722E0">
              <w:rPr>
                <w:iCs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EE21E5" w:rsidRPr="00E072B3" w:rsidRDefault="00EE21E5" w:rsidP="009B36D9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Подлинность подписи заявителя на уведомлении по </w:t>
            </w:r>
            <w:r w:rsidRPr="00E072B3">
              <w:rPr>
                <w:bCs/>
                <w:color w:val="000000"/>
                <w:shd w:val="clear" w:color="auto" w:fill="FDFDFD"/>
              </w:rPr>
              <w:lastRenderedPageBreak/>
              <w:t>форме № Р</w:t>
            </w:r>
            <w:r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EE21E5" w:rsidRPr="00E072B3" w:rsidRDefault="00EE21E5" w:rsidP="009B36D9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69075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17.01.2026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690757" w:rsidP="006907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Передача </w:t>
            </w:r>
            <w:r w:rsidR="00EE21E5">
              <w:rPr>
                <w:rFonts w:ascii="Times New Roman" w:hAnsi="Times New Roman" w:cs="Times New Roman"/>
                <w:iCs/>
                <w:sz w:val="24"/>
                <w:szCs w:val="24"/>
              </w:rPr>
              <w:t>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17.01.2026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17.01.2026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EE21E5" w:rsidRPr="00DE7F8B" w:rsidRDefault="00EE21E5" w:rsidP="009B36D9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EE21E5" w:rsidRPr="00DE7F8B" w:rsidRDefault="00EE21E5" w:rsidP="009B36D9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DE7F8B" w:rsidRDefault="00EE21E5" w:rsidP="009B36D9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>
              <w:rPr>
                <w:iCs/>
              </w:rPr>
              <w:t xml:space="preserve">ов с заявлением по форме Р15016 </w:t>
            </w:r>
            <w:r w:rsidRPr="00995808">
              <w:rPr>
                <w:iCs/>
              </w:rPr>
              <w:t>в налоговый орган для 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EE21E5" w:rsidRPr="00995808" w:rsidRDefault="00EE21E5" w:rsidP="009B36D9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690757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>
              <w:rPr>
                <w:iCs/>
              </w:rPr>
              <w:t xml:space="preserve">сведений из ЕГРЮЛ о ликвидации </w:t>
            </w:r>
            <w:r w:rsidR="00690757">
              <w:rPr>
                <w:iCs/>
              </w:rPr>
              <w:t>Совета депутатов</w:t>
            </w:r>
            <w:r w:rsidRPr="00995808">
              <w:rPr>
                <w:iCs/>
              </w:rPr>
              <w:t xml:space="preserve"> </w:t>
            </w:r>
            <w:r>
              <w:rPr>
                <w:iCs/>
              </w:rPr>
              <w:t xml:space="preserve">Сузунского 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EE21E5" w:rsidRPr="00995808" w:rsidRDefault="00EE21E5" w:rsidP="009B36D9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EE21E5" w:rsidRPr="00995808" w:rsidTr="009B36D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FE2E01" w:rsidRDefault="00EE21E5" w:rsidP="009B36D9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C15A53" w:rsidRDefault="00EE21E5" w:rsidP="009B36D9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E5" w:rsidRPr="00995808" w:rsidRDefault="00EE21E5" w:rsidP="009B36D9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EE21E5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B529ED" w:rsidRPr="00B529ED" w:rsidRDefault="00B529ED" w:rsidP="00B529ED">
      <w:pPr>
        <w:jc w:val="right"/>
        <w:rPr>
          <w:bCs/>
        </w:rPr>
      </w:pPr>
      <w:r w:rsidRPr="00B529ED">
        <w:rPr>
          <w:bCs/>
        </w:rPr>
        <w:lastRenderedPageBreak/>
        <w:t>Приложение</w:t>
      </w:r>
      <w:r w:rsidR="00C722E0">
        <w:rPr>
          <w:bCs/>
        </w:rPr>
        <w:t xml:space="preserve"> №</w:t>
      </w:r>
      <w:r w:rsidRPr="00B529ED">
        <w:rPr>
          <w:bCs/>
        </w:rPr>
        <w:t xml:space="preserve"> 3 </w:t>
      </w:r>
    </w:p>
    <w:p w:rsidR="00B529ED" w:rsidRPr="00B529ED" w:rsidRDefault="00B529ED" w:rsidP="00B529ED">
      <w:pPr>
        <w:jc w:val="right"/>
        <w:rPr>
          <w:bCs/>
        </w:rPr>
      </w:pPr>
      <w:r w:rsidRPr="00B529ED">
        <w:rPr>
          <w:bCs/>
        </w:rPr>
        <w:t xml:space="preserve">к решению Совета депутатов </w:t>
      </w:r>
    </w:p>
    <w:p w:rsidR="00B529ED" w:rsidRPr="00B529ED" w:rsidRDefault="00C722E0" w:rsidP="00B529ED">
      <w:pPr>
        <w:jc w:val="right"/>
        <w:rPr>
          <w:bCs/>
        </w:rPr>
      </w:pPr>
      <w:r>
        <w:rPr>
          <w:bCs/>
        </w:rPr>
        <w:t>Сузунского</w:t>
      </w:r>
      <w:r w:rsidR="00B529ED" w:rsidRPr="00B529ED">
        <w:rPr>
          <w:bCs/>
        </w:rPr>
        <w:t xml:space="preserve"> муниципального округа </w:t>
      </w:r>
    </w:p>
    <w:p w:rsidR="00B529ED" w:rsidRPr="00B529ED" w:rsidRDefault="00B529ED" w:rsidP="00B529ED">
      <w:pPr>
        <w:jc w:val="right"/>
        <w:rPr>
          <w:bCs/>
        </w:rPr>
      </w:pPr>
      <w:r w:rsidRPr="00B529ED">
        <w:rPr>
          <w:bCs/>
        </w:rPr>
        <w:t>Новосибирской области</w:t>
      </w:r>
    </w:p>
    <w:p w:rsidR="00B529ED" w:rsidRPr="00B529ED" w:rsidRDefault="00C722E0" w:rsidP="00B529ED">
      <w:pPr>
        <w:jc w:val="right"/>
        <w:rPr>
          <w:bCs/>
        </w:rPr>
      </w:pPr>
      <w:r>
        <w:rPr>
          <w:bCs/>
        </w:rPr>
        <w:t>От _______</w:t>
      </w:r>
      <w:r w:rsidR="00B529ED" w:rsidRPr="00B529ED">
        <w:rPr>
          <w:bCs/>
        </w:rPr>
        <w:t xml:space="preserve"> № </w:t>
      </w:r>
      <w:r>
        <w:rPr>
          <w:bCs/>
        </w:rPr>
        <w:t>_____</w:t>
      </w:r>
    </w:p>
    <w:p w:rsidR="00AB1A24" w:rsidRDefault="00AB1A24" w:rsidP="00B52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Default="00417201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="00C722E0">
        <w:rPr>
          <w:b/>
          <w:sz w:val="28"/>
          <w:szCs w:val="28"/>
        </w:rPr>
        <w:t>Сузунского района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A137B3" w:rsidRDefault="00A137B3" w:rsidP="00492855">
            <w:pPr>
              <w:jc w:val="both"/>
              <w:rPr>
                <w:sz w:val="28"/>
                <w:szCs w:val="28"/>
              </w:rPr>
            </w:pPr>
          </w:p>
          <w:p w:rsidR="00762A0B" w:rsidRDefault="003575CC" w:rsidP="004928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  <w:r>
              <w:rPr>
                <w:sz w:val="28"/>
                <w:szCs w:val="28"/>
              </w:rPr>
              <w:t xml:space="preserve"> Андрей Борисович</w:t>
            </w:r>
            <w:r w:rsidR="006D3A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6D3A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Совета депутатов Сузунского муниципального округа Новосибирской области</w:t>
            </w:r>
            <w:r w:rsidR="00762A0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A137B3" w:rsidRDefault="00A137B3" w:rsidP="006D3A9F">
            <w:pPr>
              <w:jc w:val="both"/>
              <w:rPr>
                <w:sz w:val="28"/>
                <w:szCs w:val="28"/>
              </w:rPr>
            </w:pPr>
          </w:p>
          <w:p w:rsidR="006D3A9F" w:rsidRDefault="003575CC" w:rsidP="006D3A9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Дудунова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 - главный специалист отдела </w:t>
            </w:r>
            <w:r w:rsidRPr="009E4DF9">
              <w:rPr>
                <w:sz w:val="28"/>
                <w:szCs w:val="28"/>
              </w:rPr>
              <w:t>организационно</w:t>
            </w:r>
            <w:r w:rsidR="00A137B3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E4DF9">
              <w:rPr>
                <w:sz w:val="28"/>
                <w:szCs w:val="28"/>
              </w:rPr>
              <w:t>-контрольной работы администрации</w:t>
            </w:r>
            <w:r>
              <w:rPr>
                <w:sz w:val="28"/>
                <w:szCs w:val="28"/>
              </w:rPr>
              <w:t xml:space="preserve"> Сузунского района</w:t>
            </w:r>
            <w:r w:rsidR="006D3A9F">
              <w:rPr>
                <w:sz w:val="28"/>
                <w:szCs w:val="28"/>
              </w:rPr>
              <w:t>;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6D3A9F" w:rsidRDefault="003575CC" w:rsidP="006D3A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Дементьев Евгений Иванович - начальник финансового отдела администрации Сузунского района</w:t>
            </w:r>
            <w:r w:rsidR="00C722E0">
              <w:rPr>
                <w:sz w:val="28"/>
                <w:szCs w:val="28"/>
              </w:rPr>
              <w:t>.</w:t>
            </w:r>
          </w:p>
          <w:p w:rsidR="005E44FB" w:rsidRPr="00234EE3" w:rsidRDefault="005E44F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D87" w:rsidRDefault="00494D87" w:rsidP="00AC5C3C">
      <w:r>
        <w:separator/>
      </w:r>
    </w:p>
  </w:endnote>
  <w:endnote w:type="continuationSeparator" w:id="0">
    <w:p w:rsidR="00494D87" w:rsidRDefault="00494D87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D87" w:rsidRDefault="00494D87" w:rsidP="00AC5C3C">
      <w:r>
        <w:separator/>
      </w:r>
    </w:p>
  </w:footnote>
  <w:footnote w:type="continuationSeparator" w:id="0">
    <w:p w:rsidR="00494D87" w:rsidRDefault="00494D87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07E95"/>
    <w:rsid w:val="00047107"/>
    <w:rsid w:val="00056412"/>
    <w:rsid w:val="000633F2"/>
    <w:rsid w:val="000670A2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3518D"/>
    <w:rsid w:val="0014230D"/>
    <w:rsid w:val="00183375"/>
    <w:rsid w:val="001910B3"/>
    <w:rsid w:val="001A28AB"/>
    <w:rsid w:val="001A4C65"/>
    <w:rsid w:val="001A7D60"/>
    <w:rsid w:val="001B5B3F"/>
    <w:rsid w:val="001D4DA3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FDC"/>
    <w:rsid w:val="00323D30"/>
    <w:rsid w:val="003575CC"/>
    <w:rsid w:val="00362281"/>
    <w:rsid w:val="00364BC6"/>
    <w:rsid w:val="00365CDF"/>
    <w:rsid w:val="00367729"/>
    <w:rsid w:val="0038693E"/>
    <w:rsid w:val="00386C47"/>
    <w:rsid w:val="00387D1D"/>
    <w:rsid w:val="0039600C"/>
    <w:rsid w:val="003A56D5"/>
    <w:rsid w:val="003B6F99"/>
    <w:rsid w:val="003C4A71"/>
    <w:rsid w:val="003C78B9"/>
    <w:rsid w:val="00417201"/>
    <w:rsid w:val="00440B17"/>
    <w:rsid w:val="0044595D"/>
    <w:rsid w:val="00445D98"/>
    <w:rsid w:val="00453A2B"/>
    <w:rsid w:val="004631B2"/>
    <w:rsid w:val="00480BA0"/>
    <w:rsid w:val="00494D87"/>
    <w:rsid w:val="004A59A2"/>
    <w:rsid w:val="004F3809"/>
    <w:rsid w:val="00531936"/>
    <w:rsid w:val="005351F9"/>
    <w:rsid w:val="00541C14"/>
    <w:rsid w:val="00541FC7"/>
    <w:rsid w:val="005505B4"/>
    <w:rsid w:val="00561EBA"/>
    <w:rsid w:val="005667EC"/>
    <w:rsid w:val="005755CF"/>
    <w:rsid w:val="0058501E"/>
    <w:rsid w:val="005856A3"/>
    <w:rsid w:val="00590E7D"/>
    <w:rsid w:val="005A0990"/>
    <w:rsid w:val="005A1A67"/>
    <w:rsid w:val="005B23E2"/>
    <w:rsid w:val="005C0128"/>
    <w:rsid w:val="005C626E"/>
    <w:rsid w:val="005D70DD"/>
    <w:rsid w:val="005E44FB"/>
    <w:rsid w:val="0065371B"/>
    <w:rsid w:val="00664404"/>
    <w:rsid w:val="006666FD"/>
    <w:rsid w:val="00681F36"/>
    <w:rsid w:val="00685104"/>
    <w:rsid w:val="00687527"/>
    <w:rsid w:val="00690757"/>
    <w:rsid w:val="006B336C"/>
    <w:rsid w:val="006D3A9F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7009F"/>
    <w:rsid w:val="00771F94"/>
    <w:rsid w:val="00781045"/>
    <w:rsid w:val="00790D19"/>
    <w:rsid w:val="007A1706"/>
    <w:rsid w:val="007A4875"/>
    <w:rsid w:val="007B6DE4"/>
    <w:rsid w:val="007C5A74"/>
    <w:rsid w:val="008040D9"/>
    <w:rsid w:val="00810823"/>
    <w:rsid w:val="0087275D"/>
    <w:rsid w:val="00882F95"/>
    <w:rsid w:val="008861DB"/>
    <w:rsid w:val="008A1CD6"/>
    <w:rsid w:val="008C0C5C"/>
    <w:rsid w:val="008C4D61"/>
    <w:rsid w:val="008D4141"/>
    <w:rsid w:val="008E41A4"/>
    <w:rsid w:val="0090774D"/>
    <w:rsid w:val="0092258C"/>
    <w:rsid w:val="0093492A"/>
    <w:rsid w:val="009432B0"/>
    <w:rsid w:val="0094783B"/>
    <w:rsid w:val="009569C0"/>
    <w:rsid w:val="009608B7"/>
    <w:rsid w:val="00970812"/>
    <w:rsid w:val="009A0508"/>
    <w:rsid w:val="009A4FF4"/>
    <w:rsid w:val="009A5290"/>
    <w:rsid w:val="009B0869"/>
    <w:rsid w:val="009C0B4C"/>
    <w:rsid w:val="009D35CE"/>
    <w:rsid w:val="009D3BC0"/>
    <w:rsid w:val="009E4C54"/>
    <w:rsid w:val="00A137B3"/>
    <w:rsid w:val="00A1633B"/>
    <w:rsid w:val="00A5271A"/>
    <w:rsid w:val="00A55047"/>
    <w:rsid w:val="00A63F0B"/>
    <w:rsid w:val="00A72860"/>
    <w:rsid w:val="00A83A07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29ED"/>
    <w:rsid w:val="00B54A0B"/>
    <w:rsid w:val="00B82054"/>
    <w:rsid w:val="00BB47A4"/>
    <w:rsid w:val="00BC0767"/>
    <w:rsid w:val="00BC0C67"/>
    <w:rsid w:val="00BC7448"/>
    <w:rsid w:val="00BF160C"/>
    <w:rsid w:val="00BF3DA6"/>
    <w:rsid w:val="00BF4DBB"/>
    <w:rsid w:val="00C01F01"/>
    <w:rsid w:val="00C052C0"/>
    <w:rsid w:val="00C16385"/>
    <w:rsid w:val="00C31401"/>
    <w:rsid w:val="00C34DEC"/>
    <w:rsid w:val="00C42456"/>
    <w:rsid w:val="00C55DC1"/>
    <w:rsid w:val="00C56516"/>
    <w:rsid w:val="00C722E0"/>
    <w:rsid w:val="00C7488B"/>
    <w:rsid w:val="00C846DD"/>
    <w:rsid w:val="00C861A4"/>
    <w:rsid w:val="00C9329C"/>
    <w:rsid w:val="00C95C5D"/>
    <w:rsid w:val="00C96F91"/>
    <w:rsid w:val="00C974CB"/>
    <w:rsid w:val="00CB1534"/>
    <w:rsid w:val="00CB56F5"/>
    <w:rsid w:val="00CC27A4"/>
    <w:rsid w:val="00CC391D"/>
    <w:rsid w:val="00CC4A60"/>
    <w:rsid w:val="00CC7113"/>
    <w:rsid w:val="00CD2BD5"/>
    <w:rsid w:val="00D17B09"/>
    <w:rsid w:val="00D47D0A"/>
    <w:rsid w:val="00D5558D"/>
    <w:rsid w:val="00D7118B"/>
    <w:rsid w:val="00D72AC7"/>
    <w:rsid w:val="00D763F0"/>
    <w:rsid w:val="00D939FE"/>
    <w:rsid w:val="00DA31F7"/>
    <w:rsid w:val="00DA4AB0"/>
    <w:rsid w:val="00DA4E9A"/>
    <w:rsid w:val="00DA7D62"/>
    <w:rsid w:val="00DA7F6A"/>
    <w:rsid w:val="00DB5983"/>
    <w:rsid w:val="00DC2F28"/>
    <w:rsid w:val="00DC7C61"/>
    <w:rsid w:val="00E07574"/>
    <w:rsid w:val="00E13988"/>
    <w:rsid w:val="00E17FF1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E21E5"/>
    <w:rsid w:val="00EF0502"/>
    <w:rsid w:val="00EF58C4"/>
    <w:rsid w:val="00F07AB5"/>
    <w:rsid w:val="00F131EA"/>
    <w:rsid w:val="00F339D4"/>
    <w:rsid w:val="00F40BAC"/>
    <w:rsid w:val="00F712BC"/>
    <w:rsid w:val="00F816E7"/>
    <w:rsid w:val="00FA3D82"/>
    <w:rsid w:val="00FB0352"/>
    <w:rsid w:val="00FB5676"/>
    <w:rsid w:val="00FC63D1"/>
    <w:rsid w:val="00FD7EA2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10BC8513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401</TotalTime>
  <Pages>10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16634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41</cp:revision>
  <cp:lastPrinted>2024-10-28T08:06:00Z</cp:lastPrinted>
  <dcterms:created xsi:type="dcterms:W3CDTF">2020-02-17T09:36:00Z</dcterms:created>
  <dcterms:modified xsi:type="dcterms:W3CDTF">2025-09-25T01:04:00Z</dcterms:modified>
</cp:coreProperties>
</file>